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C10D" w14:textId="5627DC75" w:rsidR="00B55F7B" w:rsidRPr="00B55F7B" w:rsidRDefault="00B55F7B" w:rsidP="009A7710">
      <w:pPr>
        <w:pStyle w:val="Podnadpis"/>
        <w:spacing w:line="240" w:lineRule="auto"/>
        <w:rPr>
          <w:rFonts w:cs="Arial"/>
          <w:b w:val="0"/>
          <w:bCs/>
          <w:caps/>
          <w:sz w:val="24"/>
          <w:szCs w:val="22"/>
        </w:rPr>
      </w:pPr>
    </w:p>
    <w:p w14:paraId="59D11060" w14:textId="66010D95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54B01EC7" w:rsidR="00F30516" w:rsidRDefault="00F30516" w:rsidP="00D03804">
      <w:pPr>
        <w:pStyle w:val="Podnadpis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213CC" w:rsidRPr="002C3C93">
        <w:rPr>
          <w:rFonts w:cs="Arial"/>
          <w:sz w:val="22"/>
          <w:szCs w:val="22"/>
        </w:rPr>
        <w:tab/>
      </w:r>
      <w:r w:rsidR="00D03804" w:rsidRPr="00D03804">
        <w:rPr>
          <w:rFonts w:cs="Arial"/>
          <w:sz w:val="22"/>
          <w:szCs w:val="22"/>
        </w:rPr>
        <w:t>Dodávka ultrazvuků pro Karlovarskou krajskou nemocnici a.s.</w:t>
      </w:r>
    </w:p>
    <w:p w14:paraId="2318B8DD" w14:textId="5DB8A597" w:rsidR="00A54A77" w:rsidRPr="002C3C93" w:rsidRDefault="00A54A77" w:rsidP="00D03804">
      <w:pPr>
        <w:pStyle w:val="Podnadpis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Část 1 - OARIM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53DEC9D3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</w:t>
      </w:r>
      <w:r w:rsidRPr="002C3C93">
        <w:rPr>
          <w:rFonts w:ascii="Arial" w:hAnsi="Arial" w:cs="Arial"/>
          <w:b/>
          <w:bCs/>
          <w:sz w:val="22"/>
        </w:rPr>
        <w:t>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4F18C54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8"/>
      <w:footerReference w:type="default" r:id="rId9"/>
      <w:footerReference w:type="first" r:id="rId10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87545" w14:textId="77777777" w:rsidR="00AA4B2A" w:rsidRDefault="00AA4B2A">
      <w:r>
        <w:separator/>
      </w:r>
    </w:p>
  </w:endnote>
  <w:endnote w:type="continuationSeparator" w:id="0">
    <w:p w14:paraId="57E41FFE" w14:textId="77777777" w:rsidR="00AA4B2A" w:rsidRDefault="00AA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0AA79" w14:textId="77777777" w:rsidR="00AA4B2A" w:rsidRDefault="00AA4B2A">
      <w:r>
        <w:separator/>
      </w:r>
    </w:p>
  </w:footnote>
  <w:footnote w:type="continuationSeparator" w:id="0">
    <w:p w14:paraId="5531C854" w14:textId="77777777" w:rsidR="00AA4B2A" w:rsidRDefault="00AA4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1F2B12A3" w14:textId="77777777" w:rsidR="00D03804" w:rsidRDefault="00D03804"/>
  <w:p w14:paraId="2E81CE56" w14:textId="2A0FE80E" w:rsidR="00D03804" w:rsidRPr="00D03804" w:rsidRDefault="00D03804" w:rsidP="00D03804">
    <w:pPr>
      <w:jc w:val="right"/>
      <w:rPr>
        <w:rFonts w:ascii="Arial" w:hAnsi="Arial" w:cs="Arial"/>
      </w:rPr>
    </w:pPr>
    <w:r w:rsidRPr="00D03804">
      <w:rPr>
        <w:rFonts w:ascii="Arial" w:hAnsi="Arial" w:cs="Arial"/>
      </w:rPr>
      <w:t>Příloha č. 4</w:t>
    </w:r>
    <w:r w:rsidR="000B6B5B">
      <w:rPr>
        <w:rFonts w:ascii="Arial" w:hAnsi="Arial" w:cs="Arial"/>
      </w:rPr>
      <w:t>.1</w:t>
    </w:r>
    <w:r w:rsidRPr="00D03804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329759">
    <w:abstractNumId w:val="12"/>
  </w:num>
  <w:num w:numId="2" w16cid:durableId="1857427778">
    <w:abstractNumId w:val="16"/>
  </w:num>
  <w:num w:numId="3" w16cid:durableId="960191447">
    <w:abstractNumId w:val="13"/>
  </w:num>
  <w:num w:numId="4" w16cid:durableId="1506162665">
    <w:abstractNumId w:val="15"/>
  </w:num>
  <w:num w:numId="5" w16cid:durableId="1020855155">
    <w:abstractNumId w:val="7"/>
  </w:num>
  <w:num w:numId="6" w16cid:durableId="1873108597">
    <w:abstractNumId w:val="8"/>
  </w:num>
  <w:num w:numId="7" w16cid:durableId="315692038">
    <w:abstractNumId w:val="14"/>
  </w:num>
  <w:num w:numId="8" w16cid:durableId="1833525590">
    <w:abstractNumId w:val="9"/>
  </w:num>
  <w:num w:numId="9" w16cid:durableId="325402828">
    <w:abstractNumId w:val="11"/>
  </w:num>
  <w:num w:numId="10" w16cid:durableId="1308634354">
    <w:abstractNumId w:val="6"/>
  </w:num>
  <w:num w:numId="11" w16cid:durableId="1965456383">
    <w:abstractNumId w:val="10"/>
  </w:num>
  <w:num w:numId="12" w16cid:durableId="2095665621">
    <w:abstractNumId w:val="2"/>
  </w:num>
  <w:num w:numId="13" w16cid:durableId="504588013">
    <w:abstractNumId w:val="5"/>
  </w:num>
  <w:num w:numId="14" w16cid:durableId="235827658">
    <w:abstractNumId w:val="0"/>
  </w:num>
  <w:num w:numId="15" w16cid:durableId="1605917286">
    <w:abstractNumId w:val="4"/>
  </w:num>
  <w:num w:numId="16" w16cid:durableId="1970817500">
    <w:abstractNumId w:val="3"/>
  </w:num>
  <w:num w:numId="17" w16cid:durableId="184924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86630"/>
    <w:rsid w:val="000952B4"/>
    <w:rsid w:val="000B6B5B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1727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55E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701CD7"/>
    <w:rsid w:val="00707415"/>
    <w:rsid w:val="007477D8"/>
    <w:rsid w:val="00753987"/>
    <w:rsid w:val="0079124B"/>
    <w:rsid w:val="00796BCB"/>
    <w:rsid w:val="007A5CF4"/>
    <w:rsid w:val="007B7ADB"/>
    <w:rsid w:val="007E0E21"/>
    <w:rsid w:val="007E2AA9"/>
    <w:rsid w:val="007E504D"/>
    <w:rsid w:val="007F1032"/>
    <w:rsid w:val="007F5C9C"/>
    <w:rsid w:val="008100A2"/>
    <w:rsid w:val="0082056D"/>
    <w:rsid w:val="008262BC"/>
    <w:rsid w:val="008430B4"/>
    <w:rsid w:val="0084334C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54A77"/>
    <w:rsid w:val="00A631B2"/>
    <w:rsid w:val="00A71D64"/>
    <w:rsid w:val="00A72BE9"/>
    <w:rsid w:val="00A90BEA"/>
    <w:rsid w:val="00AA4B2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03804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31</TotalTime>
  <Pages>3</Pages>
  <Words>968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14</cp:revision>
  <cp:lastPrinted>2013-09-18T12:20:00Z</cp:lastPrinted>
  <dcterms:created xsi:type="dcterms:W3CDTF">2025-07-29T08:22:00Z</dcterms:created>
  <dcterms:modified xsi:type="dcterms:W3CDTF">2025-08-04T12:20:00Z</dcterms:modified>
</cp:coreProperties>
</file>